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4F7" w:rsidRPr="00DC24F7" w:rsidRDefault="00DC24F7" w:rsidP="00DC24F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C24F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C24F7" w:rsidRDefault="00DC24F7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CC2F54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04</w:t>
      </w:r>
      <w:r w:rsidR="00AA1721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6F35E4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Charitativní běh </w:t>
      </w:r>
      <w:r w:rsidR="005633A8">
        <w:rPr>
          <w:rFonts w:ascii="Tahoma" w:hAnsi="Tahoma" w:cs="Tahoma"/>
          <w:b/>
          <w:u w:val="single"/>
        </w:rPr>
        <w:t xml:space="preserve">na Podskalí </w:t>
      </w:r>
      <w:r>
        <w:rPr>
          <w:rFonts w:ascii="Tahoma" w:hAnsi="Tahoma" w:cs="Tahoma"/>
          <w:b/>
          <w:u w:val="single"/>
        </w:rPr>
        <w:t>dne 13. 2. 2022</w:t>
      </w:r>
    </w:p>
    <w:p w:rsidR="008C0CD2" w:rsidRDefault="008C0CD2" w:rsidP="008C0CD2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C2F54">
        <w:rPr>
          <w:rFonts w:ascii="Tahoma" w:hAnsi="Tahoma" w:cs="Tahoma"/>
          <w:sz w:val="20"/>
          <w:szCs w:val="20"/>
        </w:rPr>
        <w:t>2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CC2F54">
        <w:rPr>
          <w:rFonts w:ascii="Tahoma" w:hAnsi="Tahoma" w:cs="Tahoma"/>
          <w:sz w:val="20"/>
          <w:szCs w:val="20"/>
        </w:rPr>
        <w:t>února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Ing. Libuše </w:t>
      </w:r>
      <w:proofErr w:type="spellStart"/>
      <w:r>
        <w:rPr>
          <w:rFonts w:ascii="Tahoma" w:hAnsi="Tahoma" w:cs="Tahoma"/>
          <w:sz w:val="20"/>
          <w:szCs w:val="20"/>
        </w:rPr>
        <w:t>Řeřábková</w:t>
      </w:r>
      <w:proofErr w:type="spellEnd"/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C2F54" w:rsidRPr="00CC2F54" w:rsidRDefault="006F35E4" w:rsidP="00CC2F5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9" w:lineRule="auto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lastRenderedPageBreak/>
        <w:t xml:space="preserve">Charitativní běh </w:t>
      </w:r>
      <w:r w:rsidR="005633A8">
        <w:rPr>
          <w:rFonts w:ascii="Tahoma" w:hAnsi="Tahoma" w:cs="Tahoma"/>
          <w:b/>
          <w:bCs/>
          <w:u w:val="single"/>
        </w:rPr>
        <w:t>na Podskalí</w:t>
      </w:r>
      <w:r>
        <w:rPr>
          <w:rFonts w:ascii="Tahoma" w:hAnsi="Tahoma" w:cs="Tahoma"/>
          <w:b/>
          <w:bCs/>
          <w:u w:val="single"/>
        </w:rPr>
        <w:t xml:space="preserve"> dne 13. 2. 2022</w:t>
      </w:r>
    </w:p>
    <w:p w:rsidR="00CC2F54" w:rsidRPr="00CC2F54" w:rsidRDefault="00CC2F54" w:rsidP="00CC2F54">
      <w:pPr>
        <w:rPr>
          <w:rFonts w:ascii="Tahoma" w:hAnsi="Tahoma" w:cs="Tahoma"/>
          <w:b/>
          <w:bCs/>
          <w:sz w:val="20"/>
          <w:szCs w:val="20"/>
        </w:rPr>
      </w:pPr>
      <w:r w:rsidRPr="00CC2F5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C2F54" w:rsidRPr="00CC2F54" w:rsidRDefault="00CC2F54" w:rsidP="00CC2F54">
      <w:pPr>
        <w:rPr>
          <w:rFonts w:ascii="Tahoma" w:hAnsi="Tahoma" w:cs="Tahoma"/>
          <w:sz w:val="20"/>
          <w:szCs w:val="20"/>
        </w:rPr>
      </w:pPr>
      <w:r w:rsidRPr="00CC2F54">
        <w:rPr>
          <w:rFonts w:ascii="Tahoma" w:hAnsi="Tahoma" w:cs="Tahoma"/>
          <w:sz w:val="20"/>
          <w:szCs w:val="20"/>
        </w:rPr>
        <w:t>Rada města po projednání</w:t>
      </w:r>
    </w:p>
    <w:p w:rsidR="00CC2F54" w:rsidRPr="00CC2F54" w:rsidRDefault="00CC2F54" w:rsidP="00CC2F54">
      <w:pPr>
        <w:rPr>
          <w:rFonts w:ascii="Tahoma" w:hAnsi="Tahoma" w:cs="Tahoma"/>
          <w:sz w:val="20"/>
          <w:szCs w:val="20"/>
        </w:rPr>
      </w:pPr>
    </w:p>
    <w:p w:rsidR="00CC2F54" w:rsidRPr="00CC2F54" w:rsidRDefault="00CC2F54" w:rsidP="00CC2F5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C2F54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AA1721">
        <w:rPr>
          <w:rFonts w:ascii="Tahoma" w:hAnsi="Tahoma" w:cs="Tahoma"/>
          <w:b/>
          <w:bCs/>
          <w:sz w:val="20"/>
          <w:szCs w:val="20"/>
          <w:u w:val="single"/>
        </w:rPr>
        <w:t>Schvaluje</w:t>
      </w:r>
    </w:p>
    <w:p w:rsidR="00CC2F54" w:rsidRDefault="00AA1721" w:rsidP="00CC2F5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uspořádání charitativního běhu </w:t>
      </w:r>
      <w:r w:rsidR="001103D0">
        <w:rPr>
          <w:rFonts w:ascii="Tahoma" w:hAnsi="Tahoma" w:cs="Tahoma"/>
          <w:sz w:val="20"/>
          <w:szCs w:val="20"/>
        </w:rPr>
        <w:t xml:space="preserve">pořádaného </w:t>
      </w:r>
      <w:r>
        <w:rPr>
          <w:rFonts w:ascii="Tahoma" w:hAnsi="Tahoma" w:cs="Tahoma"/>
          <w:sz w:val="20"/>
          <w:szCs w:val="20"/>
        </w:rPr>
        <w:t>dne 13. 2. 2022 od 10.00 hodin na</w:t>
      </w:r>
      <w:r w:rsidR="00B71685">
        <w:rPr>
          <w:rFonts w:ascii="Tahoma" w:hAnsi="Tahoma" w:cs="Tahoma"/>
          <w:sz w:val="20"/>
          <w:szCs w:val="20"/>
        </w:rPr>
        <w:t xml:space="preserve"> strakonickém</w:t>
      </w:r>
      <w:r>
        <w:rPr>
          <w:rFonts w:ascii="Tahoma" w:hAnsi="Tahoma" w:cs="Tahoma"/>
          <w:sz w:val="20"/>
          <w:szCs w:val="20"/>
        </w:rPr>
        <w:t xml:space="preserve"> Podskalí pod hlavičkou neziskové organizace Rozběháme </w:t>
      </w:r>
      <w:proofErr w:type="gramStart"/>
      <w:r>
        <w:rPr>
          <w:rFonts w:ascii="Tahoma" w:hAnsi="Tahoma" w:cs="Tahoma"/>
          <w:sz w:val="20"/>
          <w:szCs w:val="20"/>
        </w:rPr>
        <w:t>Česko</w:t>
      </w:r>
      <w:r w:rsidR="00B71685">
        <w:rPr>
          <w:rFonts w:ascii="Tahoma" w:hAnsi="Tahoma" w:cs="Tahoma"/>
          <w:sz w:val="20"/>
          <w:szCs w:val="20"/>
        </w:rPr>
        <w:t xml:space="preserve">, z. </w:t>
      </w:r>
      <w:proofErr w:type="spellStart"/>
      <w:r w:rsidR="00B71685">
        <w:rPr>
          <w:rFonts w:ascii="Tahoma" w:hAnsi="Tahoma" w:cs="Tahoma"/>
          <w:sz w:val="20"/>
          <w:szCs w:val="20"/>
        </w:rPr>
        <w:t>ú.</w:t>
      </w:r>
      <w:proofErr w:type="spellEnd"/>
      <w:r w:rsidR="00B71685">
        <w:rPr>
          <w:rFonts w:ascii="Tahoma" w:hAnsi="Tahoma" w:cs="Tahoma"/>
          <w:sz w:val="20"/>
          <w:szCs w:val="20"/>
        </w:rPr>
        <w:t>, Bzenecká</w:t>
      </w:r>
      <w:proofErr w:type="gramEnd"/>
      <w:r w:rsidR="00B71685">
        <w:rPr>
          <w:rFonts w:ascii="Tahoma" w:hAnsi="Tahoma" w:cs="Tahoma"/>
          <w:sz w:val="20"/>
          <w:szCs w:val="20"/>
        </w:rPr>
        <w:t xml:space="preserve"> 1055/3, 323 00 Plzeň, IČ</w:t>
      </w:r>
      <w:r w:rsidR="005E002D">
        <w:rPr>
          <w:rFonts w:ascii="Tahoma" w:hAnsi="Tahoma" w:cs="Tahoma"/>
          <w:sz w:val="20"/>
          <w:szCs w:val="20"/>
        </w:rPr>
        <w:t>O</w:t>
      </w:r>
      <w:r w:rsidR="00B71685">
        <w:rPr>
          <w:rFonts w:ascii="Tahoma" w:hAnsi="Tahoma" w:cs="Tahoma"/>
          <w:sz w:val="20"/>
          <w:szCs w:val="20"/>
        </w:rPr>
        <w:t xml:space="preserve">: 05757860 </w:t>
      </w:r>
      <w:r>
        <w:rPr>
          <w:rFonts w:ascii="Tahoma" w:hAnsi="Tahoma" w:cs="Tahoma"/>
          <w:sz w:val="20"/>
          <w:szCs w:val="20"/>
        </w:rPr>
        <w:t>pro neziskovou organizaci Pomocné Tlapky</w:t>
      </w:r>
      <w:r w:rsidR="00B71685">
        <w:rPr>
          <w:rFonts w:ascii="Tahoma" w:hAnsi="Tahoma" w:cs="Tahoma"/>
          <w:sz w:val="20"/>
          <w:szCs w:val="20"/>
        </w:rPr>
        <w:t>, o. p. s., Svatopluka Čecha 1412, 332 02 Starý Plzenec, IČ</w:t>
      </w:r>
      <w:r w:rsidR="005E002D">
        <w:rPr>
          <w:rFonts w:ascii="Tahoma" w:hAnsi="Tahoma" w:cs="Tahoma"/>
          <w:sz w:val="20"/>
          <w:szCs w:val="20"/>
        </w:rPr>
        <w:t>O</w:t>
      </w:r>
      <w:r w:rsidR="00B71685">
        <w:rPr>
          <w:rFonts w:ascii="Tahoma" w:hAnsi="Tahoma" w:cs="Tahoma"/>
          <w:sz w:val="20"/>
          <w:szCs w:val="20"/>
        </w:rPr>
        <w:t>: 26322641</w:t>
      </w:r>
      <w:r>
        <w:rPr>
          <w:rFonts w:ascii="Tahoma" w:hAnsi="Tahoma" w:cs="Tahoma"/>
          <w:sz w:val="20"/>
          <w:szCs w:val="20"/>
        </w:rPr>
        <w:t>.</w:t>
      </w:r>
    </w:p>
    <w:p w:rsidR="008C0CD2" w:rsidRDefault="008C0CD2" w:rsidP="00CC2F54">
      <w:pPr>
        <w:jc w:val="both"/>
        <w:rPr>
          <w:rFonts w:ascii="Tahoma" w:hAnsi="Tahoma" w:cs="Tahoma"/>
          <w:sz w:val="20"/>
          <w:szCs w:val="20"/>
        </w:rPr>
      </w:pPr>
    </w:p>
    <w:p w:rsidR="00AA1721" w:rsidRDefault="00AA1721" w:rsidP="00CC2F54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71685" w:rsidRDefault="00B71685" w:rsidP="00CC2F54">
      <w:pPr>
        <w:jc w:val="both"/>
        <w:rPr>
          <w:rStyle w:val="Siln"/>
        </w:rPr>
      </w:pPr>
    </w:p>
    <w:p w:rsidR="008C0CD2" w:rsidRPr="00CC2F54" w:rsidRDefault="008C0CD2" w:rsidP="00CC2F54">
      <w:pPr>
        <w:jc w:val="both"/>
        <w:rPr>
          <w:rFonts w:ascii="Tahoma" w:hAnsi="Tahoma" w:cs="Tahoma"/>
          <w:sz w:val="20"/>
          <w:szCs w:val="20"/>
        </w:rPr>
      </w:pPr>
    </w:p>
    <w:sectPr w:rsidR="008C0CD2" w:rsidRPr="00CC2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33609C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05644"/>
    <w:rsid w:val="00010A17"/>
    <w:rsid w:val="00021397"/>
    <w:rsid w:val="00032AA7"/>
    <w:rsid w:val="00053C5A"/>
    <w:rsid w:val="00061EDB"/>
    <w:rsid w:val="00074BBA"/>
    <w:rsid w:val="00077160"/>
    <w:rsid w:val="000A465F"/>
    <w:rsid w:val="001103D0"/>
    <w:rsid w:val="001603C9"/>
    <w:rsid w:val="001A226A"/>
    <w:rsid w:val="001F1928"/>
    <w:rsid w:val="0023775D"/>
    <w:rsid w:val="002640D8"/>
    <w:rsid w:val="002F3FC2"/>
    <w:rsid w:val="003052BB"/>
    <w:rsid w:val="0031085D"/>
    <w:rsid w:val="003118A8"/>
    <w:rsid w:val="00316D6D"/>
    <w:rsid w:val="00344B0F"/>
    <w:rsid w:val="00360568"/>
    <w:rsid w:val="003C78C2"/>
    <w:rsid w:val="003D7520"/>
    <w:rsid w:val="003E6D25"/>
    <w:rsid w:val="00466AF0"/>
    <w:rsid w:val="004D7A16"/>
    <w:rsid w:val="004F40D8"/>
    <w:rsid w:val="004F62A3"/>
    <w:rsid w:val="00527F56"/>
    <w:rsid w:val="0053108D"/>
    <w:rsid w:val="0055252F"/>
    <w:rsid w:val="00553F51"/>
    <w:rsid w:val="005633A8"/>
    <w:rsid w:val="005A197C"/>
    <w:rsid w:val="005B0E0C"/>
    <w:rsid w:val="005B5B98"/>
    <w:rsid w:val="005B73DA"/>
    <w:rsid w:val="005E002D"/>
    <w:rsid w:val="005E0400"/>
    <w:rsid w:val="0063506A"/>
    <w:rsid w:val="0067710C"/>
    <w:rsid w:val="00687095"/>
    <w:rsid w:val="006B6831"/>
    <w:rsid w:val="006F35E4"/>
    <w:rsid w:val="00726CD1"/>
    <w:rsid w:val="007425A2"/>
    <w:rsid w:val="007919B3"/>
    <w:rsid w:val="007D538B"/>
    <w:rsid w:val="008013E6"/>
    <w:rsid w:val="00822294"/>
    <w:rsid w:val="008C0CD2"/>
    <w:rsid w:val="008E629F"/>
    <w:rsid w:val="008E6A45"/>
    <w:rsid w:val="009102FD"/>
    <w:rsid w:val="00931B17"/>
    <w:rsid w:val="00941CC8"/>
    <w:rsid w:val="0094244F"/>
    <w:rsid w:val="009454EA"/>
    <w:rsid w:val="009531C2"/>
    <w:rsid w:val="009E26DB"/>
    <w:rsid w:val="00A37325"/>
    <w:rsid w:val="00A432F0"/>
    <w:rsid w:val="00A60858"/>
    <w:rsid w:val="00A6427F"/>
    <w:rsid w:val="00AA1721"/>
    <w:rsid w:val="00AC149D"/>
    <w:rsid w:val="00B12448"/>
    <w:rsid w:val="00B21534"/>
    <w:rsid w:val="00B239B9"/>
    <w:rsid w:val="00B361A0"/>
    <w:rsid w:val="00B71685"/>
    <w:rsid w:val="00BB0798"/>
    <w:rsid w:val="00BE3002"/>
    <w:rsid w:val="00BF7E67"/>
    <w:rsid w:val="00CA340D"/>
    <w:rsid w:val="00CB6898"/>
    <w:rsid w:val="00CC2F54"/>
    <w:rsid w:val="00CC39B2"/>
    <w:rsid w:val="00D67F1E"/>
    <w:rsid w:val="00DB3654"/>
    <w:rsid w:val="00DC24F7"/>
    <w:rsid w:val="00E27647"/>
    <w:rsid w:val="00E61137"/>
    <w:rsid w:val="00E64084"/>
    <w:rsid w:val="00EC70B9"/>
    <w:rsid w:val="00F01538"/>
    <w:rsid w:val="00F07490"/>
    <w:rsid w:val="00F1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D309A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  <w:style w:type="character" w:styleId="Siln">
    <w:name w:val="Strong"/>
    <w:basedOn w:val="Standardnpsmoodstavce"/>
    <w:uiPriority w:val="22"/>
    <w:qFormat/>
    <w:rsid w:val="00344B0F"/>
    <w:rPr>
      <w:b/>
      <w:bCs/>
    </w:rPr>
  </w:style>
  <w:style w:type="character" w:customStyle="1" w:styleId="nowrap">
    <w:name w:val="nowrap"/>
    <w:basedOn w:val="Standardnpsmoodstavce"/>
    <w:rsid w:val="00B71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1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6F72F-D960-4ABD-8D0F-0A419583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166</TotalTime>
  <Pages>2</Pages>
  <Words>118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29</cp:revision>
  <cp:lastPrinted>2022-01-31T11:48:00Z</cp:lastPrinted>
  <dcterms:created xsi:type="dcterms:W3CDTF">2022-01-24T12:44:00Z</dcterms:created>
  <dcterms:modified xsi:type="dcterms:W3CDTF">2022-02-03T10:28:00Z</dcterms:modified>
</cp:coreProperties>
</file>